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691406">
          <w:headerReference w:type="even" r:id="rId8"/>
          <w:footerReference w:type="default" r:id="rId9"/>
          <w:footerReference w:type="first" r:id="rId10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628" w:type="dxa"/>
        <w:tblLook w:val="01E0" w:firstRow="1" w:lastRow="1" w:firstColumn="1" w:lastColumn="1" w:noHBand="0" w:noVBand="0"/>
      </w:tblPr>
      <w:tblGrid>
        <w:gridCol w:w="5428"/>
        <w:gridCol w:w="4200"/>
      </w:tblGrid>
      <w:tr w:rsidR="00190FF9" w:rsidRPr="002C7AB6" w:rsidTr="002C7AB6">
        <w:tc>
          <w:tcPr>
            <w:tcW w:w="5428" w:type="dxa"/>
          </w:tcPr>
          <w:p w:rsidR="00190FF9" w:rsidRPr="002C7AB6" w:rsidRDefault="00190FF9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90FF9" w:rsidRDefault="00190FF9" w:rsidP="00691406">
            <w:pPr>
              <w:rPr>
                <w:rFonts w:ascii="Times New Roman" w:hAnsi="Times New Roman"/>
                <w:sz w:val="28"/>
                <w:szCs w:val="28"/>
              </w:rPr>
            </w:pPr>
            <w:r w:rsidRPr="002C7AB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053FB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DF023F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6E3BD8" w:rsidRDefault="006E3BD8" w:rsidP="0069140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6E3BD8" w:rsidRPr="002C7AB6" w:rsidRDefault="006E3BD8" w:rsidP="0069140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691406" w:rsidRPr="002C7AB6" w:rsidTr="002C7AB6">
        <w:tc>
          <w:tcPr>
            <w:tcW w:w="5428" w:type="dxa"/>
          </w:tcPr>
          <w:p w:rsidR="00691406" w:rsidRPr="002C7AB6" w:rsidRDefault="00691406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691406" w:rsidRPr="002C7AB6" w:rsidRDefault="00B0195D" w:rsidP="00B019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09.04.2019 № 103</w:t>
            </w:r>
            <w:bookmarkStart w:id="0" w:name="_GoBack"/>
            <w:bookmarkEnd w:id="0"/>
          </w:p>
        </w:tc>
      </w:tr>
      <w:tr w:rsidR="00691406" w:rsidRPr="002C7AB6" w:rsidTr="002C7AB6">
        <w:tc>
          <w:tcPr>
            <w:tcW w:w="5428" w:type="dxa"/>
          </w:tcPr>
          <w:p w:rsidR="00691406" w:rsidRPr="002C7AB6" w:rsidRDefault="00691406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691406" w:rsidRPr="002C7AB6" w:rsidRDefault="00691406" w:rsidP="0069140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91406" w:rsidRDefault="00691406" w:rsidP="00053FB1">
      <w:pPr>
        <w:jc w:val="center"/>
        <w:rPr>
          <w:rFonts w:ascii="Times New Roman" w:hAnsi="Times New Roman"/>
          <w:sz w:val="28"/>
          <w:szCs w:val="28"/>
        </w:rPr>
      </w:pPr>
    </w:p>
    <w:p w:rsidR="00691406" w:rsidRDefault="00691406" w:rsidP="00053FB1">
      <w:pPr>
        <w:jc w:val="center"/>
        <w:rPr>
          <w:rFonts w:ascii="Times New Roman" w:hAnsi="Times New Roman"/>
          <w:sz w:val="28"/>
          <w:szCs w:val="28"/>
        </w:rPr>
      </w:pPr>
    </w:p>
    <w:p w:rsidR="00053FB1" w:rsidRPr="00053FB1" w:rsidRDefault="00053FB1" w:rsidP="00053FB1">
      <w:pPr>
        <w:jc w:val="center"/>
        <w:rPr>
          <w:rFonts w:ascii="Times New Roman" w:hAnsi="Times New Roman"/>
          <w:sz w:val="28"/>
          <w:szCs w:val="28"/>
        </w:rPr>
      </w:pPr>
      <w:r w:rsidRPr="00053FB1">
        <w:rPr>
          <w:rFonts w:ascii="Times New Roman" w:hAnsi="Times New Roman"/>
          <w:sz w:val="28"/>
          <w:szCs w:val="28"/>
        </w:rPr>
        <w:t>Региональный перечень</w:t>
      </w:r>
    </w:p>
    <w:p w:rsidR="00691406" w:rsidRDefault="00053FB1" w:rsidP="00053FB1">
      <w:pPr>
        <w:jc w:val="center"/>
        <w:rPr>
          <w:rFonts w:ascii="Times New Roman" w:hAnsi="Times New Roman"/>
          <w:sz w:val="28"/>
          <w:szCs w:val="28"/>
        </w:rPr>
      </w:pPr>
      <w:r w:rsidRPr="00053FB1">
        <w:rPr>
          <w:rFonts w:ascii="Times New Roman" w:hAnsi="Times New Roman"/>
          <w:sz w:val="28"/>
          <w:szCs w:val="28"/>
        </w:rPr>
        <w:t>минимума необходимых работ (услуг) в сфере здравоохранения,</w:t>
      </w:r>
    </w:p>
    <w:p w:rsidR="00691406" w:rsidRDefault="00053FB1" w:rsidP="00053FB1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053FB1">
        <w:rPr>
          <w:rFonts w:ascii="Times New Roman" w:hAnsi="Times New Roman"/>
          <w:sz w:val="28"/>
          <w:szCs w:val="28"/>
        </w:rPr>
        <w:t>выполняемых</w:t>
      </w:r>
      <w:proofErr w:type="gramEnd"/>
      <w:r w:rsidRPr="00053FB1">
        <w:rPr>
          <w:rFonts w:ascii="Times New Roman" w:hAnsi="Times New Roman"/>
          <w:sz w:val="28"/>
          <w:szCs w:val="28"/>
        </w:rPr>
        <w:t xml:space="preserve"> в период проведения забастовки работниками</w:t>
      </w:r>
    </w:p>
    <w:p w:rsidR="00691406" w:rsidRDefault="00053FB1" w:rsidP="00053FB1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053FB1">
        <w:rPr>
          <w:rFonts w:ascii="Times New Roman" w:hAnsi="Times New Roman"/>
          <w:sz w:val="28"/>
          <w:szCs w:val="28"/>
        </w:rPr>
        <w:t>организаций (филиалов, представительств или иных обособленных</w:t>
      </w:r>
      <w:proofErr w:type="gramEnd"/>
    </w:p>
    <w:p w:rsidR="00691406" w:rsidRDefault="00053FB1" w:rsidP="00053FB1">
      <w:pPr>
        <w:jc w:val="center"/>
        <w:rPr>
          <w:rFonts w:ascii="Times New Roman" w:hAnsi="Times New Roman"/>
          <w:sz w:val="28"/>
          <w:szCs w:val="28"/>
        </w:rPr>
      </w:pPr>
      <w:r w:rsidRPr="00053FB1">
        <w:rPr>
          <w:rFonts w:ascii="Times New Roman" w:hAnsi="Times New Roman"/>
          <w:sz w:val="28"/>
          <w:szCs w:val="28"/>
        </w:rPr>
        <w:t>структурных подразделений), индивидуальных предпринимателей,</w:t>
      </w:r>
    </w:p>
    <w:p w:rsidR="00691406" w:rsidRDefault="00053FB1" w:rsidP="00053FB1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053FB1">
        <w:rPr>
          <w:rFonts w:ascii="Times New Roman" w:hAnsi="Times New Roman"/>
          <w:sz w:val="28"/>
          <w:szCs w:val="28"/>
        </w:rPr>
        <w:t>деятельность</w:t>
      </w:r>
      <w:proofErr w:type="gramEnd"/>
      <w:r w:rsidRPr="00053FB1">
        <w:rPr>
          <w:rFonts w:ascii="Times New Roman" w:hAnsi="Times New Roman"/>
          <w:sz w:val="28"/>
          <w:szCs w:val="28"/>
        </w:rPr>
        <w:t xml:space="preserve"> которых связана с безопасностью людей, обеспечением</w:t>
      </w:r>
    </w:p>
    <w:p w:rsidR="00053FB1" w:rsidRPr="00053FB1" w:rsidRDefault="00053FB1" w:rsidP="00053FB1">
      <w:pPr>
        <w:jc w:val="center"/>
        <w:rPr>
          <w:rFonts w:ascii="Times New Roman" w:hAnsi="Times New Roman"/>
          <w:sz w:val="28"/>
          <w:szCs w:val="28"/>
        </w:rPr>
      </w:pPr>
      <w:r w:rsidRPr="00053FB1">
        <w:rPr>
          <w:rFonts w:ascii="Times New Roman" w:hAnsi="Times New Roman"/>
          <w:sz w:val="28"/>
          <w:szCs w:val="28"/>
        </w:rPr>
        <w:t>их здоровья и жизненно важных интересов общества</w:t>
      </w:r>
    </w:p>
    <w:p w:rsidR="00053FB1" w:rsidRPr="00053FB1" w:rsidRDefault="00053FB1" w:rsidP="00053FB1">
      <w:pPr>
        <w:jc w:val="both"/>
        <w:rPr>
          <w:rFonts w:ascii="Times New Roman" w:hAnsi="Times New Roman"/>
          <w:sz w:val="28"/>
          <w:szCs w:val="28"/>
        </w:rPr>
      </w:pPr>
    </w:p>
    <w:p w:rsidR="00053FB1" w:rsidRPr="00053FB1" w:rsidRDefault="00225EA0" w:rsidP="00053FB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53FB1" w:rsidRPr="00053FB1">
        <w:rPr>
          <w:rFonts w:ascii="Times New Roman" w:hAnsi="Times New Roman"/>
          <w:sz w:val="28"/>
          <w:szCs w:val="28"/>
        </w:rPr>
        <w:t xml:space="preserve"> Амбулаторно-поликлиническая помощь:</w:t>
      </w:r>
    </w:p>
    <w:p w:rsidR="00053FB1" w:rsidRPr="00053FB1" w:rsidRDefault="00053FB1" w:rsidP="00053FB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53FB1">
        <w:rPr>
          <w:rFonts w:ascii="Times New Roman" w:hAnsi="Times New Roman"/>
          <w:sz w:val="28"/>
          <w:szCs w:val="28"/>
        </w:rPr>
        <w:t>1)</w:t>
      </w:r>
      <w:r w:rsidR="00691406">
        <w:rPr>
          <w:rFonts w:ascii="Times New Roman" w:hAnsi="Times New Roman"/>
          <w:sz w:val="28"/>
          <w:szCs w:val="28"/>
        </w:rPr>
        <w:t> </w:t>
      </w:r>
      <w:r w:rsidRPr="00053FB1">
        <w:rPr>
          <w:rFonts w:ascii="Times New Roman" w:hAnsi="Times New Roman"/>
          <w:sz w:val="28"/>
          <w:szCs w:val="28"/>
        </w:rPr>
        <w:t>амбулаторно-поликлиническая медицинская помощь взрослому                    и детскому населению оказывается медицинским персоналом лечебно-профилактических учреждений в режиме выходного дня (по графику)                      с осуществлением:</w:t>
      </w:r>
    </w:p>
    <w:p w:rsidR="00053FB1" w:rsidRPr="00053FB1" w:rsidRDefault="00053FB1" w:rsidP="00053FB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53FB1">
        <w:rPr>
          <w:rFonts w:ascii="Times New Roman" w:hAnsi="Times New Roman"/>
          <w:sz w:val="28"/>
          <w:szCs w:val="28"/>
        </w:rPr>
        <w:t>-</w:t>
      </w:r>
      <w:r w:rsidR="00691406">
        <w:rPr>
          <w:rFonts w:ascii="Times New Roman" w:hAnsi="Times New Roman"/>
          <w:sz w:val="28"/>
          <w:szCs w:val="28"/>
        </w:rPr>
        <w:t> </w:t>
      </w:r>
      <w:r w:rsidRPr="00053FB1">
        <w:rPr>
          <w:rFonts w:ascii="Times New Roman" w:hAnsi="Times New Roman"/>
          <w:sz w:val="28"/>
          <w:szCs w:val="28"/>
        </w:rPr>
        <w:t>приема, диагностики, оказания экстренной амбулаторной медицинской помощи;</w:t>
      </w:r>
    </w:p>
    <w:p w:rsidR="00053FB1" w:rsidRPr="00053FB1" w:rsidRDefault="00053FB1" w:rsidP="00053FB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53FB1">
        <w:rPr>
          <w:rFonts w:ascii="Times New Roman" w:hAnsi="Times New Roman"/>
          <w:sz w:val="28"/>
          <w:szCs w:val="28"/>
        </w:rPr>
        <w:t>-</w:t>
      </w:r>
      <w:r w:rsidR="00691406">
        <w:rPr>
          <w:rFonts w:ascii="Times New Roman" w:hAnsi="Times New Roman"/>
          <w:sz w:val="28"/>
          <w:szCs w:val="28"/>
        </w:rPr>
        <w:t> </w:t>
      </w:r>
      <w:r w:rsidRPr="00053FB1">
        <w:rPr>
          <w:rFonts w:ascii="Times New Roman" w:hAnsi="Times New Roman"/>
          <w:sz w:val="28"/>
          <w:szCs w:val="28"/>
        </w:rPr>
        <w:t>направления больных, нуждающихся в экстренной помощи,                          на госпитализацию;</w:t>
      </w:r>
    </w:p>
    <w:p w:rsidR="00053FB1" w:rsidRPr="00053FB1" w:rsidRDefault="00053FB1" w:rsidP="00053FB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53FB1">
        <w:rPr>
          <w:rFonts w:ascii="Times New Roman" w:hAnsi="Times New Roman"/>
          <w:sz w:val="28"/>
          <w:szCs w:val="28"/>
        </w:rPr>
        <w:t>-</w:t>
      </w:r>
      <w:r w:rsidR="00691406">
        <w:rPr>
          <w:rFonts w:ascii="Times New Roman" w:hAnsi="Times New Roman"/>
          <w:sz w:val="28"/>
          <w:szCs w:val="28"/>
        </w:rPr>
        <w:t> </w:t>
      </w:r>
      <w:r w:rsidRPr="00053FB1">
        <w:rPr>
          <w:rFonts w:ascii="Times New Roman" w:hAnsi="Times New Roman"/>
          <w:sz w:val="28"/>
          <w:szCs w:val="28"/>
        </w:rPr>
        <w:t>выдачи рецептов на лекарственные средства по жизненным показаниям, в том числе на наркотические, противоастматические, противодиабетические и другие препараты;</w:t>
      </w:r>
    </w:p>
    <w:p w:rsidR="00053FB1" w:rsidRPr="00053FB1" w:rsidRDefault="00053FB1" w:rsidP="00053FB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53FB1">
        <w:rPr>
          <w:rFonts w:ascii="Times New Roman" w:hAnsi="Times New Roman"/>
          <w:sz w:val="28"/>
          <w:szCs w:val="28"/>
        </w:rPr>
        <w:t>- выдачи препаратов на льготных условиях по жизненным показаниям;</w:t>
      </w:r>
    </w:p>
    <w:p w:rsidR="00053FB1" w:rsidRPr="00053FB1" w:rsidRDefault="00053FB1" w:rsidP="00053FB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53FB1">
        <w:rPr>
          <w:rFonts w:ascii="Times New Roman" w:hAnsi="Times New Roman"/>
          <w:sz w:val="28"/>
          <w:szCs w:val="28"/>
        </w:rPr>
        <w:t>- выдачи справок о смерти;</w:t>
      </w:r>
    </w:p>
    <w:p w:rsidR="00053FB1" w:rsidRPr="00053FB1" w:rsidRDefault="00053FB1" w:rsidP="00053FB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53FB1">
        <w:rPr>
          <w:rFonts w:ascii="Times New Roman" w:hAnsi="Times New Roman"/>
          <w:sz w:val="28"/>
          <w:szCs w:val="28"/>
        </w:rPr>
        <w:t>- медицинских процедур по жизненным показаниям на дому больным                с хроническими заболеваниями;</w:t>
      </w:r>
    </w:p>
    <w:p w:rsidR="00053FB1" w:rsidRPr="00053FB1" w:rsidRDefault="00053FB1" w:rsidP="00053FB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53FB1">
        <w:rPr>
          <w:rFonts w:ascii="Times New Roman" w:hAnsi="Times New Roman"/>
          <w:sz w:val="28"/>
          <w:szCs w:val="28"/>
        </w:rPr>
        <w:t>2)</w:t>
      </w:r>
      <w:r w:rsidR="00691406">
        <w:rPr>
          <w:rFonts w:ascii="Times New Roman" w:hAnsi="Times New Roman"/>
          <w:sz w:val="28"/>
          <w:szCs w:val="28"/>
        </w:rPr>
        <w:t> </w:t>
      </w:r>
      <w:r w:rsidRPr="00053FB1">
        <w:rPr>
          <w:rFonts w:ascii="Times New Roman" w:hAnsi="Times New Roman"/>
          <w:sz w:val="28"/>
          <w:szCs w:val="28"/>
        </w:rPr>
        <w:t>прием населения, нуждающегося в неотложной помощи, осуществляется как при очном обращении, так и по телефону.</w:t>
      </w:r>
    </w:p>
    <w:p w:rsidR="00053FB1" w:rsidRPr="00053FB1" w:rsidRDefault="00053FB1" w:rsidP="00053FB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53FB1">
        <w:rPr>
          <w:rFonts w:ascii="Times New Roman" w:hAnsi="Times New Roman"/>
          <w:sz w:val="28"/>
          <w:szCs w:val="28"/>
        </w:rPr>
        <w:t>2. Стационарная медицинская помощь:</w:t>
      </w:r>
    </w:p>
    <w:p w:rsidR="00053FB1" w:rsidRPr="00053FB1" w:rsidRDefault="00053FB1" w:rsidP="00053FB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53FB1">
        <w:rPr>
          <w:rFonts w:ascii="Times New Roman" w:hAnsi="Times New Roman"/>
          <w:sz w:val="28"/>
          <w:szCs w:val="28"/>
        </w:rPr>
        <w:t>1)</w:t>
      </w:r>
      <w:r w:rsidR="00691406">
        <w:rPr>
          <w:rFonts w:ascii="Times New Roman" w:hAnsi="Times New Roman"/>
          <w:sz w:val="28"/>
          <w:szCs w:val="28"/>
        </w:rPr>
        <w:t> </w:t>
      </w:r>
      <w:r w:rsidRPr="00053FB1">
        <w:rPr>
          <w:rFonts w:ascii="Times New Roman" w:hAnsi="Times New Roman"/>
          <w:sz w:val="28"/>
          <w:szCs w:val="28"/>
        </w:rPr>
        <w:t>все структурные подразделения стационара работают в режиме выходного дня (по графику) с обеспечением квалифицированной                              и специализированной медицинской помощи при состояниях, угрожающих жизни и здоровью людей;</w:t>
      </w:r>
    </w:p>
    <w:p w:rsidR="00053FB1" w:rsidRPr="00053FB1" w:rsidRDefault="00691406" w:rsidP="00053FB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="00053FB1" w:rsidRPr="00053FB1">
        <w:rPr>
          <w:rFonts w:ascii="Times New Roman" w:hAnsi="Times New Roman"/>
          <w:sz w:val="28"/>
          <w:szCs w:val="28"/>
        </w:rPr>
        <w:t>госпитализация больных осуществляется только по жизненным показаниям для оказания экстренной медицинской помощи (лица,                          не нуждающиеся в оказании экстренной медицинской помощи по жизненным показаниям, в период проведения забастовки переводятся на амбулаторное лечение).</w:t>
      </w:r>
    </w:p>
    <w:p w:rsidR="00053FB1" w:rsidRPr="00053FB1" w:rsidRDefault="00053FB1" w:rsidP="00053FB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53FB1">
        <w:rPr>
          <w:rFonts w:ascii="Times New Roman" w:hAnsi="Times New Roman"/>
          <w:sz w:val="28"/>
          <w:szCs w:val="28"/>
        </w:rPr>
        <w:t>3. Организация работы фармацевтической службы:</w:t>
      </w:r>
    </w:p>
    <w:p w:rsidR="00053FB1" w:rsidRPr="00053FB1" w:rsidRDefault="00053FB1" w:rsidP="00053FB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53FB1">
        <w:rPr>
          <w:rFonts w:ascii="Times New Roman" w:hAnsi="Times New Roman"/>
          <w:sz w:val="28"/>
          <w:szCs w:val="28"/>
        </w:rPr>
        <w:lastRenderedPageBreak/>
        <w:t>1)</w:t>
      </w:r>
      <w:r w:rsidR="00691406">
        <w:rPr>
          <w:rFonts w:ascii="Times New Roman" w:hAnsi="Times New Roman"/>
          <w:sz w:val="28"/>
          <w:szCs w:val="28"/>
        </w:rPr>
        <w:t> </w:t>
      </w:r>
      <w:r w:rsidRPr="00053FB1">
        <w:rPr>
          <w:rFonts w:ascii="Times New Roman" w:hAnsi="Times New Roman"/>
          <w:sz w:val="28"/>
          <w:szCs w:val="28"/>
        </w:rPr>
        <w:t>отпуск населению готовых лекарственных средств и изделий медицинского назначения осуществляется дежурными аптечными организациями;</w:t>
      </w:r>
    </w:p>
    <w:p w:rsidR="00053FB1" w:rsidRPr="00053FB1" w:rsidRDefault="00053FB1" w:rsidP="00053FB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53FB1">
        <w:rPr>
          <w:rFonts w:ascii="Times New Roman" w:hAnsi="Times New Roman"/>
          <w:sz w:val="28"/>
          <w:szCs w:val="28"/>
        </w:rPr>
        <w:t>2) аптечными организациями отпуск лекарственных средств и изделий медицинского назначения осуществляется по требованиям лечебно-профилактических учреждений;</w:t>
      </w:r>
    </w:p>
    <w:p w:rsidR="00053FB1" w:rsidRPr="00053FB1" w:rsidRDefault="00691406" w:rsidP="00053FB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="00053FB1" w:rsidRPr="00053FB1">
        <w:rPr>
          <w:rFonts w:ascii="Times New Roman" w:hAnsi="Times New Roman"/>
          <w:sz w:val="28"/>
          <w:szCs w:val="28"/>
        </w:rPr>
        <w:t>предприятиями оптовой торговли лекарственными средствами осуществляется отпуск лекарственных средств аптечным организациям.</w:t>
      </w:r>
    </w:p>
    <w:p w:rsidR="00053FB1" w:rsidRPr="00053FB1" w:rsidRDefault="00053FB1" w:rsidP="00053FB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53FB1">
        <w:rPr>
          <w:rFonts w:ascii="Times New Roman" w:hAnsi="Times New Roman"/>
          <w:sz w:val="28"/>
          <w:szCs w:val="28"/>
        </w:rPr>
        <w:t>В каждом учреждении здравоохранения с момента начала подготовки                 к забастовке вывешивается соответствующая информация для населения                      о предполагаемом режиме работы в этот период.</w:t>
      </w:r>
    </w:p>
    <w:p w:rsidR="00053FB1" w:rsidRPr="00053FB1" w:rsidRDefault="00053FB1" w:rsidP="00053FB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53FB1">
        <w:rPr>
          <w:rFonts w:ascii="Times New Roman" w:hAnsi="Times New Roman"/>
          <w:sz w:val="28"/>
          <w:szCs w:val="28"/>
        </w:rPr>
        <w:t>Аналогичная информация доводится до населения через средства массовой информации.</w:t>
      </w:r>
    </w:p>
    <w:p w:rsidR="00053FB1" w:rsidRPr="00053FB1" w:rsidRDefault="00053FB1" w:rsidP="00053FB1">
      <w:pPr>
        <w:jc w:val="both"/>
        <w:rPr>
          <w:rFonts w:ascii="Times New Roman" w:hAnsi="Times New Roman"/>
          <w:sz w:val="28"/>
          <w:szCs w:val="28"/>
        </w:rPr>
      </w:pPr>
    </w:p>
    <w:p w:rsidR="00053FB1" w:rsidRPr="00053FB1" w:rsidRDefault="00053FB1" w:rsidP="00053FB1">
      <w:pPr>
        <w:jc w:val="both"/>
        <w:rPr>
          <w:rFonts w:ascii="Times New Roman" w:hAnsi="Times New Roman"/>
          <w:sz w:val="28"/>
          <w:szCs w:val="28"/>
        </w:rPr>
      </w:pPr>
    </w:p>
    <w:p w:rsidR="00190FF9" w:rsidRPr="00190FF9" w:rsidRDefault="00053FB1" w:rsidP="00053FB1">
      <w:pPr>
        <w:jc w:val="center"/>
        <w:rPr>
          <w:rFonts w:ascii="Times New Roman" w:hAnsi="Times New Roman"/>
          <w:sz w:val="28"/>
          <w:szCs w:val="28"/>
        </w:rPr>
      </w:pPr>
      <w:r w:rsidRPr="00053FB1">
        <w:rPr>
          <w:rFonts w:ascii="Times New Roman" w:hAnsi="Times New Roman"/>
          <w:sz w:val="28"/>
          <w:szCs w:val="28"/>
        </w:rPr>
        <w:t>____________</w:t>
      </w:r>
    </w:p>
    <w:sectPr w:rsidR="00190FF9" w:rsidRPr="00190FF9" w:rsidSect="00691406">
      <w:headerReference w:type="default" r:id="rId11"/>
      <w:type w:val="continuous"/>
      <w:pgSz w:w="11907" w:h="16834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224" w:rsidRDefault="00924224">
      <w:r>
        <w:separator/>
      </w:r>
    </w:p>
  </w:endnote>
  <w:endnote w:type="continuationSeparator" w:id="0">
    <w:p w:rsidR="00924224" w:rsidRDefault="00924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 w:rsidTr="002C7AB6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E3BD8">
          <w:pPr>
            <w:pStyle w:val="a6"/>
          </w:pPr>
          <w:r>
            <w:rPr>
              <w:noProof/>
            </w:rPr>
            <w:drawing>
              <wp:inline distT="0" distB="0" distL="0" distR="0" wp14:anchorId="7DA4D2B1" wp14:editId="3733BC80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2C7AB6" w:rsidRDefault="006E3BD8" w:rsidP="002C7A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56D33910" wp14:editId="00410E5B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2C7AB6" w:rsidRDefault="00691406" w:rsidP="002C7AB6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2693  06.03.2019 15:12:39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2C7AB6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2C7AB6" w:rsidRDefault="00876034" w:rsidP="002C7A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2C7AB6" w:rsidTr="002C7AB6">
      <w:tc>
        <w:tcPr>
          <w:tcW w:w="2538" w:type="dxa"/>
        </w:tcPr>
        <w:p w:rsidR="00876034" w:rsidRPr="002C7AB6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2C7AB6" w:rsidRDefault="00876034" w:rsidP="002C7AB6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2C7AB6" w:rsidRDefault="00876034" w:rsidP="002C7AB6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2C7AB6" w:rsidRDefault="00876034" w:rsidP="002C7AB6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224" w:rsidRDefault="00924224">
      <w:r>
        <w:separator/>
      </w:r>
    </w:p>
  </w:footnote>
  <w:footnote w:type="continuationSeparator" w:id="0">
    <w:p w:rsidR="00924224" w:rsidRDefault="00924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B0195D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45pt;height:11.4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p9z5eR9Y/AAlCocpUMpBiM6jQWQ=" w:salt="5PvMo1UbhwB8q29IVF4slg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BD8"/>
    <w:rsid w:val="0001360F"/>
    <w:rsid w:val="000331B3"/>
    <w:rsid w:val="00033413"/>
    <w:rsid w:val="00037C0C"/>
    <w:rsid w:val="000502A3"/>
    <w:rsid w:val="00053FB1"/>
    <w:rsid w:val="00056DEB"/>
    <w:rsid w:val="00073A7A"/>
    <w:rsid w:val="00076D5E"/>
    <w:rsid w:val="00084DD3"/>
    <w:rsid w:val="000917C0"/>
    <w:rsid w:val="000B0736"/>
    <w:rsid w:val="00122CFD"/>
    <w:rsid w:val="00151370"/>
    <w:rsid w:val="00162E72"/>
    <w:rsid w:val="00175BE5"/>
    <w:rsid w:val="001850F4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10201"/>
    <w:rsid w:val="00224DBA"/>
    <w:rsid w:val="00225EA0"/>
    <w:rsid w:val="00231F1C"/>
    <w:rsid w:val="00242DDB"/>
    <w:rsid w:val="002479A2"/>
    <w:rsid w:val="0026087E"/>
    <w:rsid w:val="00261DE0"/>
    <w:rsid w:val="00265420"/>
    <w:rsid w:val="00274E14"/>
    <w:rsid w:val="00280A6D"/>
    <w:rsid w:val="002953B6"/>
    <w:rsid w:val="002B7A59"/>
    <w:rsid w:val="002C6B4B"/>
    <w:rsid w:val="002C7AB6"/>
    <w:rsid w:val="002E51A7"/>
    <w:rsid w:val="002E5A5F"/>
    <w:rsid w:val="002F1E81"/>
    <w:rsid w:val="00310D92"/>
    <w:rsid w:val="003160CB"/>
    <w:rsid w:val="003222A3"/>
    <w:rsid w:val="00341BD8"/>
    <w:rsid w:val="00360A40"/>
    <w:rsid w:val="003870C2"/>
    <w:rsid w:val="003D3B8A"/>
    <w:rsid w:val="003D54F8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91406"/>
    <w:rsid w:val="006A1F71"/>
    <w:rsid w:val="006E3BD8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74253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A1696"/>
    <w:rsid w:val="008C58FE"/>
    <w:rsid w:val="008E6C41"/>
    <w:rsid w:val="008F0816"/>
    <w:rsid w:val="008F6BB7"/>
    <w:rsid w:val="00900F42"/>
    <w:rsid w:val="00924224"/>
    <w:rsid w:val="00932E3C"/>
    <w:rsid w:val="00942F57"/>
    <w:rsid w:val="009573D3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91C9A"/>
    <w:rsid w:val="00A96F84"/>
    <w:rsid w:val="00AC3953"/>
    <w:rsid w:val="00AC7150"/>
    <w:rsid w:val="00AE1DCA"/>
    <w:rsid w:val="00AF5F7C"/>
    <w:rsid w:val="00B0195D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55EA"/>
    <w:rsid w:val="00C87D95"/>
    <w:rsid w:val="00C9077A"/>
    <w:rsid w:val="00C95CD2"/>
    <w:rsid w:val="00CA051B"/>
    <w:rsid w:val="00CB3CBE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DF023F"/>
    <w:rsid w:val="00DF5BC3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86;&#1089;&#1090;&#1099;&#1088;&#1080;&#1085;&#1072;\&#1064;&#1040;&#1041;&#1051;&#1054;&#1053;%20&#1055;&#1056;&#1048;&#1051;&#1054;&#1046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</Template>
  <TotalTime>1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Анна Олеговна Костырина</dc:creator>
  <cp:lastModifiedBy>Дягилева М.А.</cp:lastModifiedBy>
  <cp:revision>6</cp:revision>
  <cp:lastPrinted>2008-04-23T08:17:00Z</cp:lastPrinted>
  <dcterms:created xsi:type="dcterms:W3CDTF">2019-01-25T09:05:00Z</dcterms:created>
  <dcterms:modified xsi:type="dcterms:W3CDTF">2019-04-10T06:30:00Z</dcterms:modified>
</cp:coreProperties>
</file>